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5539C" w14:textId="7A653E0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D55A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D55A6">
        <w:rPr>
          <w:rFonts w:ascii="Corbel" w:hAnsi="Corbel"/>
          <w:bCs/>
          <w:i/>
        </w:rPr>
        <w:t>23</w:t>
      </w:r>
    </w:p>
    <w:p w14:paraId="1B157BD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3BA2DF" w14:textId="3EBCFFC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5B72">
        <w:rPr>
          <w:rFonts w:ascii="Corbel" w:hAnsi="Corbel"/>
          <w:b/>
          <w:smallCaps/>
          <w:sz w:val="24"/>
          <w:szCs w:val="24"/>
        </w:rPr>
        <w:t>2024- 2027</w:t>
      </w:r>
    </w:p>
    <w:p w14:paraId="64E4035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A617255" w14:textId="0B454C5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E5F40">
        <w:rPr>
          <w:rFonts w:ascii="Corbel" w:hAnsi="Corbel"/>
          <w:sz w:val="20"/>
          <w:szCs w:val="20"/>
        </w:rPr>
        <w:t>202</w:t>
      </w:r>
      <w:r w:rsidR="00095B72">
        <w:rPr>
          <w:rFonts w:ascii="Corbel" w:hAnsi="Corbel"/>
          <w:sz w:val="20"/>
          <w:szCs w:val="20"/>
        </w:rPr>
        <w:t>5</w:t>
      </w:r>
      <w:r w:rsidR="003E5F40">
        <w:rPr>
          <w:rFonts w:ascii="Corbel" w:hAnsi="Corbel"/>
          <w:sz w:val="20"/>
          <w:szCs w:val="20"/>
        </w:rPr>
        <w:t>/202</w:t>
      </w:r>
      <w:r w:rsidR="00095B72">
        <w:rPr>
          <w:rFonts w:ascii="Corbel" w:hAnsi="Corbel"/>
          <w:sz w:val="20"/>
          <w:szCs w:val="20"/>
        </w:rPr>
        <w:t>6</w:t>
      </w:r>
    </w:p>
    <w:p w14:paraId="276BEA2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032B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ADB2ED" w14:textId="77777777" w:rsidTr="00B819C8">
        <w:tc>
          <w:tcPr>
            <w:tcW w:w="2694" w:type="dxa"/>
            <w:vAlign w:val="center"/>
          </w:tcPr>
          <w:p w14:paraId="7EA674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C6B229" w14:textId="471202DC" w:rsidR="0085747A" w:rsidRPr="001A20A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Et</w:t>
            </w:r>
            <w:r w:rsidR="003F4EB7">
              <w:rPr>
                <w:rFonts w:ascii="Corbel" w:hAnsi="Corbel"/>
                <w:sz w:val="24"/>
                <w:szCs w:val="24"/>
              </w:rPr>
              <w:t>yczne podstawy pracy opiekuńczo-wychowawczej</w:t>
            </w:r>
          </w:p>
        </w:tc>
      </w:tr>
      <w:tr w:rsidR="0085747A" w:rsidRPr="009C54AE" w14:paraId="7FE302D8" w14:textId="77777777" w:rsidTr="00B819C8">
        <w:tc>
          <w:tcPr>
            <w:tcW w:w="2694" w:type="dxa"/>
            <w:vAlign w:val="center"/>
          </w:tcPr>
          <w:p w14:paraId="41B5F4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6D159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6596377B" w14:textId="77777777" w:rsidTr="00B819C8">
        <w:tc>
          <w:tcPr>
            <w:tcW w:w="2694" w:type="dxa"/>
            <w:vAlign w:val="center"/>
          </w:tcPr>
          <w:p w14:paraId="42F11E5E" w14:textId="77777777"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26C667" w14:textId="7D1DB7F2" w:rsidR="003145B2" w:rsidRPr="009C54AE" w:rsidRDefault="008210E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14:paraId="5A92D07F" w14:textId="77777777" w:rsidTr="00B819C8">
        <w:tc>
          <w:tcPr>
            <w:tcW w:w="2694" w:type="dxa"/>
            <w:vAlign w:val="center"/>
          </w:tcPr>
          <w:p w14:paraId="4EDB5043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A2E75E" w14:textId="77BF59B0" w:rsidR="003145B2" w:rsidRPr="009C54AE" w:rsidRDefault="008210E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2EC4E27" w14:textId="77777777" w:rsidTr="00B819C8">
        <w:tc>
          <w:tcPr>
            <w:tcW w:w="2694" w:type="dxa"/>
            <w:vAlign w:val="center"/>
          </w:tcPr>
          <w:p w14:paraId="4D557FB0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05DD3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14:paraId="682FE554" w14:textId="77777777" w:rsidTr="00B819C8">
        <w:tc>
          <w:tcPr>
            <w:tcW w:w="2694" w:type="dxa"/>
            <w:vAlign w:val="center"/>
          </w:tcPr>
          <w:p w14:paraId="1E7F1A9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2BE654" w14:textId="77777777"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1A20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3145B2" w:rsidRPr="009C54AE" w14:paraId="7944A7A6" w14:textId="77777777" w:rsidTr="00B819C8">
        <w:tc>
          <w:tcPr>
            <w:tcW w:w="2694" w:type="dxa"/>
            <w:vAlign w:val="center"/>
          </w:tcPr>
          <w:p w14:paraId="107DA5EE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5349D8" w14:textId="7826B213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145B2" w:rsidRPr="009C54AE" w14:paraId="6B63FB69" w14:textId="77777777" w:rsidTr="00B819C8">
        <w:tc>
          <w:tcPr>
            <w:tcW w:w="2694" w:type="dxa"/>
            <w:vAlign w:val="center"/>
          </w:tcPr>
          <w:p w14:paraId="59E096B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03F894" w14:textId="77777777" w:rsidR="003145B2" w:rsidRPr="00993173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14:paraId="3F9B7FA3" w14:textId="77777777" w:rsidTr="00B819C8">
        <w:tc>
          <w:tcPr>
            <w:tcW w:w="2694" w:type="dxa"/>
            <w:vAlign w:val="center"/>
          </w:tcPr>
          <w:p w14:paraId="75B0ED71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920376" w14:textId="77777777"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3E5F40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3145B2" w:rsidRPr="009C54AE" w14:paraId="4395AB5A" w14:textId="77777777" w:rsidTr="00B819C8">
        <w:tc>
          <w:tcPr>
            <w:tcW w:w="2694" w:type="dxa"/>
            <w:vAlign w:val="center"/>
          </w:tcPr>
          <w:p w14:paraId="4B7C6BC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3F89C8" w14:textId="77777777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3145B2" w:rsidRPr="009C54AE" w14:paraId="42206ED0" w14:textId="77777777" w:rsidTr="00B819C8">
        <w:tc>
          <w:tcPr>
            <w:tcW w:w="2694" w:type="dxa"/>
            <w:vAlign w:val="center"/>
          </w:tcPr>
          <w:p w14:paraId="5FDB7289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C5DF9E" w14:textId="77777777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14:paraId="23B3B8CB" w14:textId="77777777" w:rsidTr="00B819C8">
        <w:tc>
          <w:tcPr>
            <w:tcW w:w="2694" w:type="dxa"/>
            <w:vAlign w:val="center"/>
          </w:tcPr>
          <w:p w14:paraId="7148072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47C73F" w14:textId="77777777"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14:paraId="6BBF8104" w14:textId="77777777" w:rsidTr="00B819C8">
        <w:tc>
          <w:tcPr>
            <w:tcW w:w="2694" w:type="dxa"/>
            <w:vAlign w:val="center"/>
          </w:tcPr>
          <w:p w14:paraId="40C515CB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E1E29D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C56A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9151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FB52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9CBB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D3956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A4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6194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C5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A6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D3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D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C1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6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4B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11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06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537DC2E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807B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CB25" w14:textId="7BEB97D3" w:rsidR="00F66565" w:rsidRPr="009C54AE" w:rsidRDefault="006A46AA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29D2" w14:textId="6B7711B6" w:rsidR="00F66565" w:rsidRPr="009C54AE" w:rsidRDefault="006A46AA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664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CD51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6003" w14:textId="77777777"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26C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C2BC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9EB4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5B9E" w14:textId="77777777" w:rsidR="00F66565" w:rsidRPr="009C54AE" w:rsidRDefault="00FF71F6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AAA6D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CEF27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38F5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30399F" w14:textId="77777777"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1F731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8EE3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ADA9B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A517D">
        <w:rPr>
          <w:rFonts w:ascii="Corbel" w:hAnsi="Corbel"/>
          <w:smallCaps w:val="0"/>
          <w:szCs w:val="24"/>
          <w:u w:val="single"/>
        </w:rPr>
        <w:t>zaliczenie z oceną</w:t>
      </w:r>
      <w:r w:rsidRPr="00DA517D">
        <w:rPr>
          <w:rFonts w:ascii="Corbel" w:hAnsi="Corbel"/>
          <w:smallCaps w:val="0"/>
          <w:szCs w:val="24"/>
        </w:rPr>
        <w:t>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855653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8D9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60D4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E69651E" w14:textId="77777777" w:rsidTr="00745302">
        <w:tc>
          <w:tcPr>
            <w:tcW w:w="9670" w:type="dxa"/>
          </w:tcPr>
          <w:p w14:paraId="28D7EB44" w14:textId="77777777"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2C5932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FEA2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AE473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EF2D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AF632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14:paraId="50A3E5AA" w14:textId="77777777" w:rsidTr="007F11A4">
        <w:tc>
          <w:tcPr>
            <w:tcW w:w="851" w:type="dxa"/>
            <w:vAlign w:val="center"/>
          </w:tcPr>
          <w:p w14:paraId="487BA8DB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09C3A8" w14:textId="77777777"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14:paraId="18845E0C" w14:textId="77777777" w:rsidTr="007F11A4">
        <w:tc>
          <w:tcPr>
            <w:tcW w:w="851" w:type="dxa"/>
            <w:vAlign w:val="center"/>
          </w:tcPr>
          <w:p w14:paraId="3AAE783C" w14:textId="77777777"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2476898" w14:textId="77777777"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14:paraId="2918A922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21D4E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61F3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B771B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BDA4A52" w14:textId="77777777" w:rsidTr="0071620A">
        <w:tc>
          <w:tcPr>
            <w:tcW w:w="1701" w:type="dxa"/>
            <w:vAlign w:val="center"/>
          </w:tcPr>
          <w:p w14:paraId="7191D0A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FE24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B821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14:paraId="482DFB4D" w14:textId="77777777" w:rsidTr="005E6E85">
        <w:tc>
          <w:tcPr>
            <w:tcW w:w="1701" w:type="dxa"/>
          </w:tcPr>
          <w:p w14:paraId="306209E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E2A867" w14:textId="56522C8E" w:rsidR="008210E9" w:rsidRDefault="008210E9" w:rsidP="009548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3C229BCA" w14:textId="7F8A8A25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6BF690E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14:paraId="61B4D361" w14:textId="77777777" w:rsidTr="005E6E85">
        <w:tc>
          <w:tcPr>
            <w:tcW w:w="1701" w:type="dxa"/>
          </w:tcPr>
          <w:p w14:paraId="270EA22C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704CB8" w14:textId="77777777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A3C2DC6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14:paraId="6E427050" w14:textId="77777777" w:rsidTr="005E6E85">
        <w:tc>
          <w:tcPr>
            <w:tcW w:w="1701" w:type="dxa"/>
          </w:tcPr>
          <w:p w14:paraId="711E10E5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97B072C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FCEDEB3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14:paraId="09C251D9" w14:textId="77777777" w:rsidTr="005E6E85">
        <w:tc>
          <w:tcPr>
            <w:tcW w:w="1701" w:type="dxa"/>
          </w:tcPr>
          <w:p w14:paraId="05DB8D80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2D01249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5A497F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7ECABA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7353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6A3560" w14:textId="6B2DF186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6A46AA">
        <w:rPr>
          <w:rFonts w:ascii="Corbel" w:hAnsi="Corbel"/>
          <w:sz w:val="24"/>
          <w:szCs w:val="24"/>
        </w:rPr>
        <w:t>ćwiczeń</w:t>
      </w:r>
    </w:p>
    <w:p w14:paraId="4E8E98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CCDB4E" w14:textId="77777777" w:rsidTr="00923D7D">
        <w:tc>
          <w:tcPr>
            <w:tcW w:w="9639" w:type="dxa"/>
          </w:tcPr>
          <w:p w14:paraId="4F8198B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14:paraId="1D2B9792" w14:textId="77777777" w:rsidTr="00923D7D">
        <w:tc>
          <w:tcPr>
            <w:tcW w:w="9639" w:type="dxa"/>
          </w:tcPr>
          <w:p w14:paraId="030620F9" w14:textId="1D513657" w:rsidR="00BC5887" w:rsidRPr="00A35436" w:rsidRDefault="00FF67EC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F67EC">
              <w:rPr>
                <w:rFonts w:ascii="Corbel" w:hAnsi="Corbel" w:cs="Calibri"/>
                <w:sz w:val="24"/>
                <w:szCs w:val="24"/>
              </w:rPr>
              <w:t>Etyka jako sztuka życia.</w:t>
            </w:r>
          </w:p>
        </w:tc>
      </w:tr>
      <w:tr w:rsidR="00BC5887" w:rsidRPr="009C54AE" w14:paraId="5C0E8D91" w14:textId="77777777" w:rsidTr="00923D7D">
        <w:tc>
          <w:tcPr>
            <w:tcW w:w="9639" w:type="dxa"/>
          </w:tcPr>
          <w:p w14:paraId="2C628ED7" w14:textId="0755A082" w:rsidR="00BC5887" w:rsidRPr="00A35436" w:rsidRDefault="00FF67EC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Wartości podstawowe w etyce rozwoju</w:t>
            </w:r>
          </w:p>
        </w:tc>
      </w:tr>
      <w:tr w:rsidR="00BC5887" w:rsidRPr="009C54AE" w14:paraId="56107A5E" w14:textId="77777777" w:rsidTr="00923D7D">
        <w:tc>
          <w:tcPr>
            <w:tcW w:w="9639" w:type="dxa"/>
          </w:tcPr>
          <w:p w14:paraId="3559EE1C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14:paraId="37F5A762" w14:textId="77777777" w:rsidTr="00923D7D">
        <w:tc>
          <w:tcPr>
            <w:tcW w:w="9639" w:type="dxa"/>
          </w:tcPr>
          <w:p w14:paraId="51334BF4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14:paraId="6DE7D882" w14:textId="77777777" w:rsidTr="00923D7D">
        <w:tc>
          <w:tcPr>
            <w:tcW w:w="9639" w:type="dxa"/>
          </w:tcPr>
          <w:p w14:paraId="662328F9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14:paraId="625C9AC8" w14:textId="77777777" w:rsidTr="00923D7D">
        <w:tc>
          <w:tcPr>
            <w:tcW w:w="9639" w:type="dxa"/>
          </w:tcPr>
          <w:p w14:paraId="7269DD5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14:paraId="572960CD" w14:textId="77777777" w:rsidTr="00923D7D">
        <w:tc>
          <w:tcPr>
            <w:tcW w:w="9639" w:type="dxa"/>
          </w:tcPr>
          <w:p w14:paraId="15AADE9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14:paraId="697389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050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D297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161606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3579E67" w14:textId="77777777"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73648E10" w14:textId="77777777"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lastRenderedPageBreak/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73AAE1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AA43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A4E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3F8A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27F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A2D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E558C1" w14:textId="77777777" w:rsidTr="007B6AF1">
        <w:tc>
          <w:tcPr>
            <w:tcW w:w="1962" w:type="dxa"/>
            <w:vAlign w:val="center"/>
          </w:tcPr>
          <w:p w14:paraId="047B19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188DEE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ADCF1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921201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D7E1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14:paraId="5DF3E0BD" w14:textId="77777777" w:rsidTr="007B6AF1">
        <w:tc>
          <w:tcPr>
            <w:tcW w:w="1962" w:type="dxa"/>
          </w:tcPr>
          <w:p w14:paraId="238AB7CF" w14:textId="77777777"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BA55EB" w14:textId="77777777"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567EEA6B" w14:textId="57505AA5" w:rsidR="00077389" w:rsidRPr="007B6AF1" w:rsidRDefault="006A46AA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B6AF1" w:rsidRPr="009C54AE" w14:paraId="17EAAABB" w14:textId="77777777" w:rsidTr="007B6AF1">
        <w:tc>
          <w:tcPr>
            <w:tcW w:w="1962" w:type="dxa"/>
          </w:tcPr>
          <w:p w14:paraId="700192A4" w14:textId="77777777"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639192" w14:textId="77777777"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11D44869" w14:textId="2F325A31" w:rsidR="007B6AF1" w:rsidRPr="007B6AF1" w:rsidRDefault="006A46AA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A46AA" w:rsidRPr="009C54AE" w14:paraId="4F71979A" w14:textId="77777777" w:rsidTr="007B6AF1">
        <w:tc>
          <w:tcPr>
            <w:tcW w:w="1962" w:type="dxa"/>
          </w:tcPr>
          <w:p w14:paraId="20A47F75" w14:textId="77777777" w:rsidR="006A46AA" w:rsidRPr="009C54AE" w:rsidRDefault="006A46AA" w:rsidP="006A4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1BA75D5" w14:textId="77777777" w:rsidR="006A46AA" w:rsidRPr="00A707E4" w:rsidRDefault="006A46AA" w:rsidP="006A4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9474D69" w14:textId="5F5140EE" w:rsidR="006A46AA" w:rsidRPr="007B6AF1" w:rsidRDefault="006A46AA" w:rsidP="006A46A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A46AA" w:rsidRPr="009C54AE" w14:paraId="24522DDE" w14:textId="77777777" w:rsidTr="007B6AF1">
        <w:tc>
          <w:tcPr>
            <w:tcW w:w="1962" w:type="dxa"/>
          </w:tcPr>
          <w:p w14:paraId="53D1BC58" w14:textId="77777777" w:rsidR="006A46AA" w:rsidRPr="009C54AE" w:rsidRDefault="006A46AA" w:rsidP="006A4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0336E29" w14:textId="77777777" w:rsidR="006A46AA" w:rsidRPr="00A707E4" w:rsidRDefault="006A46AA" w:rsidP="006A4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015EDD7" w14:textId="150E46B6" w:rsidR="006A46AA" w:rsidRPr="007B6AF1" w:rsidRDefault="006A46AA" w:rsidP="006A46A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FB67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5109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6B5A3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07A08B" w14:textId="77777777" w:rsidTr="00923D7D">
        <w:tc>
          <w:tcPr>
            <w:tcW w:w="9670" w:type="dxa"/>
          </w:tcPr>
          <w:p w14:paraId="0B18196D" w14:textId="77777777" w:rsidR="0085747A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  <w:p w14:paraId="60718BA8" w14:textId="45C75CA8" w:rsidR="00AE55FB" w:rsidRPr="009C54AE" w:rsidRDefault="00AE55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pozytywna-50/51% realizacji efektów kształcenia w zakresie wiedzy, umiejętności oraz kompetencji społecznych.</w:t>
            </w:r>
            <w:bookmarkStart w:id="0" w:name="_GoBack"/>
            <w:bookmarkEnd w:id="0"/>
          </w:p>
        </w:tc>
      </w:tr>
    </w:tbl>
    <w:p w14:paraId="62A6DF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E8D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DB58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74C30C0" w14:textId="77777777" w:rsidTr="003974E4">
        <w:tc>
          <w:tcPr>
            <w:tcW w:w="4902" w:type="dxa"/>
            <w:vAlign w:val="center"/>
          </w:tcPr>
          <w:p w14:paraId="03EDA5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F0253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14:paraId="6EE3CDA7" w14:textId="77777777" w:rsidTr="003974E4">
        <w:tc>
          <w:tcPr>
            <w:tcW w:w="4902" w:type="dxa"/>
          </w:tcPr>
          <w:p w14:paraId="30F6F823" w14:textId="1909E64B" w:rsidR="00BC5887" w:rsidRPr="001A20A2" w:rsidRDefault="00BC5887" w:rsidP="001D5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18" w:type="dxa"/>
          </w:tcPr>
          <w:p w14:paraId="0D9A2E02" w14:textId="77777777"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7E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974E4" w:rsidRPr="009C54AE" w14:paraId="0FF8B78A" w14:textId="77777777" w:rsidTr="003974E4">
        <w:tc>
          <w:tcPr>
            <w:tcW w:w="4902" w:type="dxa"/>
          </w:tcPr>
          <w:p w14:paraId="34557216" w14:textId="77777777" w:rsidR="003974E4" w:rsidRPr="001A20A2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06778E" w14:textId="77777777" w:rsidR="003974E4" w:rsidRPr="001A20A2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C2559F5" w14:textId="46CD7F69" w:rsidR="003974E4" w:rsidRPr="00A707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974E4" w:rsidRPr="009C54AE" w14:paraId="35B9F201" w14:textId="77777777" w:rsidTr="003974E4">
        <w:tc>
          <w:tcPr>
            <w:tcW w:w="4902" w:type="dxa"/>
          </w:tcPr>
          <w:p w14:paraId="53A5F110" w14:textId="145CBAAD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20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0A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6EE9EA54" w14:textId="0BACA9E1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01DDB0A" w14:textId="14433D7C" w:rsidR="003974E4" w:rsidRPr="001A20A2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ustnego kolokwium.</w:t>
            </w:r>
          </w:p>
        </w:tc>
        <w:tc>
          <w:tcPr>
            <w:tcW w:w="4618" w:type="dxa"/>
          </w:tcPr>
          <w:p w14:paraId="42417383" w14:textId="107A8EF0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7A097C">
              <w:rPr>
                <w:rFonts w:ascii="Corbel" w:hAnsi="Corbel"/>
                <w:sz w:val="24"/>
                <w:szCs w:val="24"/>
              </w:rPr>
              <w:t>:</w:t>
            </w:r>
          </w:p>
          <w:p w14:paraId="63F92E92" w14:textId="77777777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97C89E7" w14:textId="77777777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468DB83" w14:textId="69C34E37" w:rsidR="003974E4" w:rsidRPr="00A707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974E4" w:rsidRPr="009C54AE" w14:paraId="48713DA6" w14:textId="77777777" w:rsidTr="003974E4">
        <w:tc>
          <w:tcPr>
            <w:tcW w:w="4902" w:type="dxa"/>
          </w:tcPr>
          <w:p w14:paraId="3985D9CB" w14:textId="77777777" w:rsidR="003974E4" w:rsidRPr="001A20A2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F011AE2" w14:textId="00CEDBB9" w:rsidR="003974E4" w:rsidRPr="00A707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974E4" w:rsidRPr="009C54AE" w14:paraId="6A30BAA2" w14:textId="77777777" w:rsidTr="003974E4">
        <w:tc>
          <w:tcPr>
            <w:tcW w:w="4902" w:type="dxa"/>
          </w:tcPr>
          <w:p w14:paraId="3B56D236" w14:textId="77777777" w:rsidR="003974E4" w:rsidRPr="009C54AE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CCB3158" w14:textId="37CEFC0F" w:rsidR="003974E4" w:rsidRPr="00A707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74C57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C981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7A59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5C4A3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FC1C30" w14:textId="77777777" w:rsidTr="0071620A">
        <w:trPr>
          <w:trHeight w:val="397"/>
        </w:trPr>
        <w:tc>
          <w:tcPr>
            <w:tcW w:w="3544" w:type="dxa"/>
          </w:tcPr>
          <w:p w14:paraId="43D29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33D842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19D5282" w14:textId="77777777" w:rsidTr="0071620A">
        <w:trPr>
          <w:trHeight w:val="397"/>
        </w:trPr>
        <w:tc>
          <w:tcPr>
            <w:tcW w:w="3544" w:type="dxa"/>
          </w:tcPr>
          <w:p w14:paraId="65D250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73B2C0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7308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0C08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3ABF72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705CC2" w14:textId="77777777" w:rsidTr="0071620A">
        <w:trPr>
          <w:trHeight w:val="397"/>
        </w:trPr>
        <w:tc>
          <w:tcPr>
            <w:tcW w:w="7513" w:type="dxa"/>
          </w:tcPr>
          <w:p w14:paraId="77367D1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6901D2" w14:textId="77777777"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7778684" w14:textId="77777777"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lastRenderedPageBreak/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14:paraId="1F1535B8" w14:textId="77777777" w:rsidTr="0071620A">
        <w:trPr>
          <w:trHeight w:val="397"/>
        </w:trPr>
        <w:tc>
          <w:tcPr>
            <w:tcW w:w="7513" w:type="dxa"/>
          </w:tcPr>
          <w:p w14:paraId="34A3486F" w14:textId="77777777"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71E8883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14:paraId="696800A6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14:paraId="55EDD245" w14:textId="77777777"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14:paraId="1FA88579" w14:textId="77777777"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14:paraId="0BBAA7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BD0E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EA9D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8B9AC" w14:textId="77777777" w:rsidR="002D3330" w:rsidRDefault="002D3330" w:rsidP="00C16ABF">
      <w:pPr>
        <w:spacing w:after="0" w:line="240" w:lineRule="auto"/>
      </w:pPr>
      <w:r>
        <w:separator/>
      </w:r>
    </w:p>
  </w:endnote>
  <w:endnote w:type="continuationSeparator" w:id="0">
    <w:p w14:paraId="2469203D" w14:textId="77777777" w:rsidR="002D3330" w:rsidRDefault="002D33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171E1" w14:textId="77777777" w:rsidR="002D3330" w:rsidRDefault="002D3330" w:rsidP="00C16ABF">
      <w:pPr>
        <w:spacing w:after="0" w:line="240" w:lineRule="auto"/>
      </w:pPr>
      <w:r>
        <w:separator/>
      </w:r>
    </w:p>
  </w:footnote>
  <w:footnote w:type="continuationSeparator" w:id="0">
    <w:p w14:paraId="049AF040" w14:textId="77777777" w:rsidR="002D3330" w:rsidRDefault="002D3330" w:rsidP="00C16ABF">
      <w:pPr>
        <w:spacing w:after="0" w:line="240" w:lineRule="auto"/>
      </w:pPr>
      <w:r>
        <w:continuationSeparator/>
      </w:r>
    </w:p>
  </w:footnote>
  <w:footnote w:id="1">
    <w:p w14:paraId="4EF1A29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5B7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037E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0A2"/>
    <w:rsid w:val="001A70D2"/>
    <w:rsid w:val="001D55A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270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30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15FD1"/>
    <w:rsid w:val="003174A9"/>
    <w:rsid w:val="003343CF"/>
    <w:rsid w:val="00346FE9"/>
    <w:rsid w:val="0034759A"/>
    <w:rsid w:val="003503F6"/>
    <w:rsid w:val="003530DD"/>
    <w:rsid w:val="00363F78"/>
    <w:rsid w:val="003974E4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E5F40"/>
    <w:rsid w:val="003F38C0"/>
    <w:rsid w:val="003F4EB7"/>
    <w:rsid w:val="004103A5"/>
    <w:rsid w:val="0041068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4219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D5AED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80B7F"/>
    <w:rsid w:val="00696477"/>
    <w:rsid w:val="006A46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A65"/>
    <w:rsid w:val="00763BF1"/>
    <w:rsid w:val="00766FD4"/>
    <w:rsid w:val="0078168C"/>
    <w:rsid w:val="00786978"/>
    <w:rsid w:val="00787C2A"/>
    <w:rsid w:val="00790E27"/>
    <w:rsid w:val="007A097C"/>
    <w:rsid w:val="007A4022"/>
    <w:rsid w:val="007A6E6E"/>
    <w:rsid w:val="007B6AF1"/>
    <w:rsid w:val="007C3299"/>
    <w:rsid w:val="007C3BCC"/>
    <w:rsid w:val="007C4546"/>
    <w:rsid w:val="007D28A0"/>
    <w:rsid w:val="007D6E56"/>
    <w:rsid w:val="007F1652"/>
    <w:rsid w:val="007F4155"/>
    <w:rsid w:val="007F6BF0"/>
    <w:rsid w:val="0081554D"/>
    <w:rsid w:val="0081707E"/>
    <w:rsid w:val="008210E9"/>
    <w:rsid w:val="008449B3"/>
    <w:rsid w:val="0085747A"/>
    <w:rsid w:val="00884922"/>
    <w:rsid w:val="00885F64"/>
    <w:rsid w:val="008917F9"/>
    <w:rsid w:val="008A45F7"/>
    <w:rsid w:val="008A5910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6E29"/>
    <w:rsid w:val="00916188"/>
    <w:rsid w:val="00923D7D"/>
    <w:rsid w:val="009508DF"/>
    <w:rsid w:val="00950DAC"/>
    <w:rsid w:val="00954838"/>
    <w:rsid w:val="00954A07"/>
    <w:rsid w:val="0096631A"/>
    <w:rsid w:val="00997F14"/>
    <w:rsid w:val="009A78D9"/>
    <w:rsid w:val="009C1331"/>
    <w:rsid w:val="009C3E31"/>
    <w:rsid w:val="009C5170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6899"/>
    <w:rsid w:val="00A371F6"/>
    <w:rsid w:val="00A42BAC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D1146"/>
    <w:rsid w:val="00AD27D3"/>
    <w:rsid w:val="00AD66D6"/>
    <w:rsid w:val="00AE1160"/>
    <w:rsid w:val="00AE203C"/>
    <w:rsid w:val="00AE2E74"/>
    <w:rsid w:val="00AE55FB"/>
    <w:rsid w:val="00AE5FCB"/>
    <w:rsid w:val="00AF2C1E"/>
    <w:rsid w:val="00B06142"/>
    <w:rsid w:val="00B135B1"/>
    <w:rsid w:val="00B245B2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B7BCC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FD"/>
    <w:rsid w:val="00D8678B"/>
    <w:rsid w:val="00DA2114"/>
    <w:rsid w:val="00DA517D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C7524"/>
    <w:rsid w:val="00ED03AB"/>
    <w:rsid w:val="00ED32D2"/>
    <w:rsid w:val="00EE32DE"/>
    <w:rsid w:val="00EE5457"/>
    <w:rsid w:val="00F070AB"/>
    <w:rsid w:val="00F17567"/>
    <w:rsid w:val="00F23E19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7EC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B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1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1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17D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1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1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1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E8CAC-D617-4223-8092-8EC18DFF9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4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4</cp:revision>
  <cp:lastPrinted>2019-02-06T12:12:00Z</cp:lastPrinted>
  <dcterms:created xsi:type="dcterms:W3CDTF">2024-09-15T12:28:00Z</dcterms:created>
  <dcterms:modified xsi:type="dcterms:W3CDTF">2024-09-19T16:43:00Z</dcterms:modified>
</cp:coreProperties>
</file>